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</w:t>
      </w:r>
      <w:proofErr w:type="spellStart"/>
      <w:r w:rsidR="002A22BF" w:rsidRPr="00D22DB5">
        <w:rPr>
          <w:rFonts w:ascii="Corbel" w:hAnsi="Corbel"/>
          <w:bCs/>
          <w:i/>
        </w:rPr>
        <w:t>UR</w:t>
      </w:r>
      <w:proofErr w:type="spellEnd"/>
      <w:r w:rsidR="002A22BF" w:rsidRPr="00D22DB5">
        <w:rPr>
          <w:rFonts w:ascii="Corbel" w:hAnsi="Corbel"/>
          <w:bCs/>
          <w:i/>
        </w:rPr>
        <w:t xml:space="preserve">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4168E1E6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202</w:t>
      </w:r>
      <w:r w:rsidR="002D26AB">
        <w:rPr>
          <w:rFonts w:ascii="Corbel" w:hAnsi="Corbel"/>
          <w:iCs/>
          <w:smallCaps/>
          <w:sz w:val="24"/>
          <w:szCs w:val="24"/>
        </w:rPr>
        <w:t>1</w:t>
      </w:r>
      <w:r w:rsidR="00DC6D0C" w:rsidRPr="00D22DB5">
        <w:rPr>
          <w:rFonts w:ascii="Corbel" w:hAnsi="Corbel"/>
          <w:iCs/>
          <w:smallCaps/>
          <w:sz w:val="24"/>
          <w:szCs w:val="24"/>
        </w:rPr>
        <w:t>-202</w:t>
      </w:r>
      <w:r w:rsidR="002D26AB">
        <w:rPr>
          <w:rFonts w:ascii="Corbel" w:hAnsi="Corbel"/>
          <w:iCs/>
          <w:smallCaps/>
          <w:sz w:val="24"/>
          <w:szCs w:val="24"/>
        </w:rPr>
        <w:t>4</w:t>
      </w:r>
      <w:r w:rsidR="00DC6D0C" w:rsidRPr="00D22DB5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CB98F83" w14:textId="4960023F" w:rsidR="00445970" w:rsidRPr="00D22DB5" w:rsidRDefault="00445970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2D26AB">
        <w:rPr>
          <w:rFonts w:ascii="Corbel" w:hAnsi="Corbel"/>
          <w:sz w:val="20"/>
          <w:szCs w:val="20"/>
        </w:rPr>
        <w:t>3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2D26A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0F0093F7" w:rsidR="00D22B96" w:rsidRPr="00F31499" w:rsidRDefault="00F31499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149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22DB5">
        <w:rPr>
          <w:rFonts w:ascii="Corbel" w:hAnsi="Corbel"/>
          <w:sz w:val="24"/>
          <w:szCs w:val="24"/>
        </w:rPr>
        <w:t>ECTS</w:t>
      </w:r>
      <w:proofErr w:type="spellEnd"/>
      <w:r w:rsidRPr="00D22DB5">
        <w:rPr>
          <w:rFonts w:ascii="Corbel" w:hAnsi="Corbel"/>
          <w:sz w:val="24"/>
          <w:szCs w:val="24"/>
        </w:rPr>
        <w:t xml:space="preserve">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D22DB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76BD7907" w:rsidR="00D22B96" w:rsidRPr="00D22DB5" w:rsidRDefault="00F31499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69CE6693" w:rsidR="00D22B96" w:rsidRPr="00D22DB5" w:rsidRDefault="00F31499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71CC16F9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00D22B96">
        <w:tc>
          <w:tcPr>
            <w:tcW w:w="1681" w:type="dxa"/>
            <w:vAlign w:val="center"/>
          </w:tcPr>
          <w:p w14:paraId="1DECE468" w14:textId="2AB6ABB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00D22B96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00D22B96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64AF56B1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zdrowotny.</w:t>
            </w:r>
          </w:p>
        </w:tc>
        <w:tc>
          <w:tcPr>
            <w:tcW w:w="1865" w:type="dxa"/>
            <w:vAlign w:val="center"/>
          </w:tcPr>
          <w:p w14:paraId="3EB92139" w14:textId="359DC09C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22B96" w:rsidRPr="00D22DB5" w14:paraId="308AB93F" w14:textId="77777777" w:rsidTr="00D22B96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model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Beveridge’a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>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1441D9D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5204E86A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22DB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D22DB5">
        <w:rPr>
          <w:rFonts w:ascii="Corbel" w:hAnsi="Corbel"/>
          <w:b/>
          <w:sz w:val="24"/>
          <w:szCs w:val="24"/>
        </w:rPr>
        <w:t xml:space="preserve">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1B3CD7CF" w:rsidR="00D22B96" w:rsidRPr="00D22DB5" w:rsidRDefault="00F31499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3D8D9DD9" w:rsidR="00D22B96" w:rsidRPr="00D22DB5" w:rsidRDefault="00F31499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19C9A86B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D22DB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D2A0BED" w14:textId="684ECED6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22DB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D22DB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B., Wąsik D., Prawo ochrony zdrowia, </w:t>
                  </w: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Difin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Lenio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Dziubińska M., Janus A.,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Kostrubiec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J., Sroka T., Szczęśniak P. (red.), Finansowanie świadczeń opieki zdrowotnej,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7D7F5" w14:textId="77777777" w:rsidR="00255B2C" w:rsidRDefault="00255B2C" w:rsidP="00C16ABF">
      <w:pPr>
        <w:spacing w:after="0" w:line="240" w:lineRule="auto"/>
      </w:pPr>
      <w:r>
        <w:separator/>
      </w:r>
    </w:p>
  </w:endnote>
  <w:endnote w:type="continuationSeparator" w:id="0">
    <w:p w14:paraId="40F6FA14" w14:textId="77777777" w:rsidR="00255B2C" w:rsidRDefault="00255B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C413A" w14:textId="77777777" w:rsidR="00255B2C" w:rsidRDefault="00255B2C" w:rsidP="00C16ABF">
      <w:pPr>
        <w:spacing w:after="0" w:line="240" w:lineRule="auto"/>
      </w:pPr>
      <w:r>
        <w:separator/>
      </w:r>
    </w:p>
  </w:footnote>
  <w:footnote w:type="continuationSeparator" w:id="0">
    <w:p w14:paraId="799F7CB6" w14:textId="77777777" w:rsidR="00255B2C" w:rsidRDefault="00255B2C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55B2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26AB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499"/>
    <w:rsid w:val="00F526AF"/>
    <w:rsid w:val="00F54A6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BFC1009"/>
    <w:rsid w:val="2D8F087C"/>
    <w:rsid w:val="309090AE"/>
    <w:rsid w:val="4D0AC19D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E7D56A-83BA-48F1-8368-F608B1F8D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7B9C03-6245-4160-8952-F5788482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980</Words>
  <Characters>5885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2020-10-22T08:05:00Z</cp:lastPrinted>
  <dcterms:created xsi:type="dcterms:W3CDTF">2020-10-23T07:00:00Z</dcterms:created>
  <dcterms:modified xsi:type="dcterms:W3CDTF">2021-09-03T09:17:00Z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